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27638-937B-4BBA-A75B-E265C7EFAA91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